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2518B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4A7F70AB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C51C8">
        <w:rPr>
          <w:rFonts w:ascii="Corbel" w:hAnsi="Corbel"/>
          <w:i/>
          <w:smallCaps/>
          <w:sz w:val="24"/>
          <w:szCs w:val="24"/>
        </w:rPr>
        <w:t>2019-2022</w:t>
      </w:r>
    </w:p>
    <w:p w14:paraId="65898971" w14:textId="767E3699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BC51C8">
        <w:rPr>
          <w:rFonts w:ascii="Corbel" w:hAnsi="Corbel"/>
          <w:sz w:val="20"/>
          <w:szCs w:val="20"/>
        </w:rPr>
        <w:t>0</w:t>
      </w:r>
      <w:r w:rsidRPr="00A15DD5">
        <w:rPr>
          <w:rFonts w:ascii="Corbel" w:hAnsi="Corbel"/>
          <w:sz w:val="20"/>
          <w:szCs w:val="20"/>
        </w:rPr>
        <w:t>/202</w:t>
      </w:r>
      <w:r w:rsidR="00BC51C8">
        <w:rPr>
          <w:rFonts w:ascii="Corbel" w:hAnsi="Corbel"/>
          <w:sz w:val="20"/>
          <w:szCs w:val="20"/>
        </w:rPr>
        <w:t>1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11A6624F" w:rsidR="0015768B" w:rsidRPr="00DB24A4" w:rsidRDefault="00DB24A4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4A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42F433" w14:textId="77777777" w:rsidR="00DB24A4" w:rsidRDefault="00DB24A4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36BE43F7" w14:textId="054E208A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13F80E6D" w14:textId="457A7102" w:rsidR="0015768B" w:rsidRPr="00A15DD5" w:rsidRDefault="0015768B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Wykł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Konw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Sem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Prakt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24719DAE" w:rsidR="00C00FB7" w:rsidRPr="00A15DD5" w:rsidRDefault="00DB24A4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196B53CC" w:rsidR="00C00FB7" w:rsidRPr="00A15DD5" w:rsidRDefault="00DB24A4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BDAB721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wykorzystując metody, narzędzia i techniki </w:t>
            </w:r>
            <w:proofErr w:type="spellStart"/>
            <w:r w:rsidR="00D60DFD" w:rsidRPr="121C1DEF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F29096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8460B" w14:textId="77777777" w:rsidR="00197335" w:rsidRDefault="00197335" w:rsidP="00C16ABF">
      <w:pPr>
        <w:spacing w:after="0" w:line="240" w:lineRule="auto"/>
      </w:pPr>
      <w:r>
        <w:separator/>
      </w:r>
    </w:p>
  </w:endnote>
  <w:endnote w:type="continuationSeparator" w:id="0">
    <w:p w14:paraId="23C66FBD" w14:textId="77777777" w:rsidR="00197335" w:rsidRDefault="001973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88A1F" w14:textId="77777777" w:rsidR="00197335" w:rsidRDefault="00197335" w:rsidP="00C16ABF">
      <w:pPr>
        <w:spacing w:after="0" w:line="240" w:lineRule="auto"/>
      </w:pPr>
      <w:r>
        <w:separator/>
      </w:r>
    </w:p>
  </w:footnote>
  <w:footnote w:type="continuationSeparator" w:id="0">
    <w:p w14:paraId="015E7868" w14:textId="77777777" w:rsidR="00197335" w:rsidRDefault="00197335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07FCB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97335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46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72700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51C8"/>
    <w:rsid w:val="00BC797F"/>
    <w:rsid w:val="00BD3869"/>
    <w:rsid w:val="00BD66E9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B24A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7A7B"/>
    <w:rsid w:val="00F302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54C0A-BFE2-4FF0-BDD5-C06FDD1264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3432C9-921F-44DD-9A4E-D87919C0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1627</Words>
  <Characters>9762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2020-12-09T07:57:00Z</dcterms:created>
  <dcterms:modified xsi:type="dcterms:W3CDTF">2020-12-11T09:27:00Z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